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34A2FA" w14:textId="77777777" w:rsidR="00393C35" w:rsidRPr="0091525C" w:rsidRDefault="00EC6AD0" w:rsidP="00393C35">
      <w:pPr>
        <w:pStyle w:val="Title"/>
        <w:rPr>
          <w:szCs w:val="28"/>
        </w:rPr>
      </w:pPr>
      <w:r w:rsidRPr="0091525C">
        <w:rPr>
          <w:szCs w:val="28"/>
        </w:rPr>
        <w:t xml:space="preserve">How to Make a </w:t>
      </w:r>
      <w:r w:rsidR="00393C35" w:rsidRPr="0091525C">
        <w:rPr>
          <w:szCs w:val="28"/>
        </w:rPr>
        <w:t xml:space="preserve">Proceedings </w:t>
      </w:r>
      <w:r w:rsidRPr="0091525C">
        <w:rPr>
          <w:szCs w:val="28"/>
        </w:rPr>
        <w:t>Paper Submission</w:t>
      </w:r>
    </w:p>
    <w:p w14:paraId="605D3A51" w14:textId="581C1A43" w:rsidR="00056C88" w:rsidRPr="00563A80" w:rsidRDefault="00056C88" w:rsidP="001F22CB">
      <w:pPr>
        <w:pStyle w:val="Authorname"/>
        <w:tabs>
          <w:tab w:val="left" w:pos="2970"/>
        </w:tabs>
        <w:spacing w:before="240"/>
        <w:rPr>
          <w:szCs w:val="22"/>
        </w:rPr>
      </w:pPr>
      <w:r w:rsidRPr="00563A80">
        <w:rPr>
          <w:szCs w:val="22"/>
        </w:rPr>
        <w:t xml:space="preserve">Anonymous </w:t>
      </w:r>
      <w:r w:rsidR="00836C0F">
        <w:rPr>
          <w:szCs w:val="22"/>
        </w:rPr>
        <w:t>ICCM</w:t>
      </w:r>
      <w:r w:rsidRPr="00563A80">
        <w:rPr>
          <w:szCs w:val="22"/>
        </w:rPr>
        <w:t xml:space="preserve"> submission</w:t>
      </w:r>
    </w:p>
    <w:p w14:paraId="73932C09" w14:textId="77777777" w:rsidR="00393C35" w:rsidRDefault="00393C35" w:rsidP="001F22CB">
      <w:pPr>
        <w:ind w:firstLine="0"/>
      </w:pPr>
    </w:p>
    <w:p w14:paraId="700D43B6" w14:textId="77777777" w:rsidR="00393C35" w:rsidRDefault="00393C35" w:rsidP="001F22CB">
      <w:pPr>
        <w:ind w:firstLine="0"/>
      </w:pPr>
    </w:p>
    <w:p w14:paraId="47EB936E" w14:textId="77777777" w:rsidR="003164E5" w:rsidRDefault="003164E5" w:rsidP="001F22CB">
      <w:pPr>
        <w:ind w:firstLine="0"/>
      </w:pPr>
    </w:p>
    <w:p w14:paraId="3383B59C" w14:textId="77777777" w:rsidR="00E978D0" w:rsidRDefault="00E978D0" w:rsidP="001F22CB">
      <w:pPr>
        <w:ind w:firstLine="0"/>
      </w:pPr>
    </w:p>
    <w:p w14:paraId="5EDAE28F" w14:textId="77777777" w:rsidR="00E978D0" w:rsidRDefault="00E978D0" w:rsidP="001F22CB">
      <w:pPr>
        <w:ind w:firstLine="0"/>
      </w:pPr>
    </w:p>
    <w:p w14:paraId="0E326D55" w14:textId="77777777" w:rsidR="00E978D0" w:rsidRDefault="00E978D0" w:rsidP="001F22CB">
      <w:pPr>
        <w:ind w:firstLine="0"/>
      </w:pPr>
    </w:p>
    <w:p w14:paraId="3F990024" w14:textId="77777777" w:rsidR="003164E5" w:rsidRDefault="003164E5" w:rsidP="001F22CB">
      <w:pPr>
        <w:ind w:firstLine="0"/>
      </w:pPr>
    </w:p>
    <w:p w14:paraId="6BA729A3" w14:textId="77777777" w:rsidR="003164E5" w:rsidRDefault="003164E5" w:rsidP="001F22CB">
      <w:pPr>
        <w:ind w:firstLine="0"/>
      </w:pPr>
    </w:p>
    <w:p w14:paraId="06F533C6" w14:textId="77777777" w:rsidR="003164E5" w:rsidRDefault="003164E5" w:rsidP="001F22CB">
      <w:pPr>
        <w:ind w:firstLine="0"/>
        <w:sectPr w:rsidR="003164E5" w:rsidSect="00393C35">
          <w:type w:val="continuous"/>
          <w:pgSz w:w="12240" w:h="15840" w:code="1"/>
          <w:pgMar w:top="1440" w:right="1080" w:bottom="1080" w:left="1080" w:header="720" w:footer="720" w:gutter="0"/>
          <w:cols w:space="720"/>
        </w:sectPr>
      </w:pPr>
    </w:p>
    <w:p w14:paraId="07CFF997" w14:textId="77777777" w:rsidR="00393C35" w:rsidRDefault="00393C35">
      <w:pPr>
        <w:pStyle w:val="Abstractheading"/>
        <w:spacing w:after="120"/>
      </w:pPr>
      <w:r>
        <w:t>Abstract</w:t>
      </w:r>
    </w:p>
    <w:p w14:paraId="50A6D458" w14:textId="77777777" w:rsidR="00393C35" w:rsidRDefault="00E24116">
      <w:pPr>
        <w:pStyle w:val="Abstracttext"/>
      </w:pPr>
      <w:r>
        <w:t xml:space="preserve">Include no author information in the initial submission, to facilitate blind review. </w:t>
      </w:r>
      <w:r w:rsidR="00393C35">
        <w:t xml:space="preserve">The abstract should be one paragraph, indented 1/8 inch on both sides, in </w:t>
      </w:r>
      <w:proofErr w:type="gramStart"/>
      <w:r w:rsidR="00393C35">
        <w:t>9 point</w:t>
      </w:r>
      <w:proofErr w:type="gramEnd"/>
      <w:r w:rsidR="00393C35">
        <w:t xml:space="preserve"> fon</w:t>
      </w:r>
      <w:r w:rsidR="00EC6AD0">
        <w:t>t with single spacing</w:t>
      </w:r>
      <w:r w:rsidR="00393C35">
        <w:t xml:space="preserve">. The heading </w:t>
      </w:r>
      <w:r w:rsidR="00EC6AD0">
        <w:t>“</w:t>
      </w:r>
      <w:r w:rsidR="00393C35">
        <w:rPr>
          <w:b/>
        </w:rPr>
        <w:t>Abstract</w:t>
      </w:r>
      <w:r w:rsidR="00EC6AD0">
        <w:rPr>
          <w:b/>
        </w:rPr>
        <w:t>”</w:t>
      </w:r>
      <w:r w:rsidR="00393C35">
        <w:t xml:space="preserve"> should be 10 </w:t>
      </w:r>
      <w:proofErr w:type="gramStart"/>
      <w:r w:rsidR="00393C35">
        <w:t>point</w:t>
      </w:r>
      <w:proofErr w:type="gramEnd"/>
      <w:r w:rsidR="00393C35">
        <w:t xml:space="preserve">, bold, centered, with one line </w:t>
      </w:r>
      <w:r w:rsidR="00EC6AD0">
        <w:t xml:space="preserve">of </w:t>
      </w:r>
      <w:r w:rsidR="00393C35">
        <w:t>space below it. This one-paragraph abstract section is r</w:t>
      </w:r>
      <w:r w:rsidR="00EC6AD0">
        <w:t xml:space="preserve">equired only for standard </w:t>
      </w:r>
      <w:proofErr w:type="gramStart"/>
      <w:r w:rsidR="00EC6AD0">
        <w:t>six page</w:t>
      </w:r>
      <w:proofErr w:type="gramEnd"/>
      <w:r w:rsidR="00EC6AD0">
        <w:t xml:space="preserve"> proceedings</w:t>
      </w:r>
      <w:r w:rsidR="00393C35">
        <w:t xml:space="preserve"> papers</w:t>
      </w:r>
      <w:r w:rsidR="00EC6AD0">
        <w:t>. Following the abstract should be a blank line, followed by the header “</w:t>
      </w:r>
      <w:r w:rsidR="00EC6AD0" w:rsidRPr="00EC6AD0">
        <w:rPr>
          <w:b/>
        </w:rPr>
        <w:t>Keywords:</w:t>
      </w:r>
      <w:r w:rsidR="00EC6AD0">
        <w:t xml:space="preserve">” and a list of descriptive keywords separated by semicolons, all in </w:t>
      </w:r>
      <w:proofErr w:type="gramStart"/>
      <w:r w:rsidR="00EC6AD0">
        <w:t>9 point</w:t>
      </w:r>
      <w:proofErr w:type="gramEnd"/>
      <w:r w:rsidR="00EC6AD0">
        <w:t xml:space="preserve"> font, as shown below.</w:t>
      </w:r>
      <w:r w:rsidR="00393C35">
        <w:t xml:space="preserve"> </w:t>
      </w:r>
    </w:p>
    <w:p w14:paraId="2B2D208B" w14:textId="77777777" w:rsidR="00393C35" w:rsidRDefault="00393C35">
      <w:pPr>
        <w:pStyle w:val="Abstracttext"/>
        <w:spacing w:before="120"/>
        <w:ind w:left="187" w:right="187"/>
      </w:pPr>
      <w:r>
        <w:rPr>
          <w:b/>
          <w:bCs/>
        </w:rPr>
        <w:t>Keywords:</w:t>
      </w:r>
      <w:r>
        <w:rPr>
          <w:b/>
        </w:rPr>
        <w:t xml:space="preserve"> </w:t>
      </w:r>
      <w:r w:rsidR="00EC6AD0">
        <w:rPr>
          <w:bCs/>
        </w:rPr>
        <w:t>a</w:t>
      </w:r>
      <w:r>
        <w:rPr>
          <w:bCs/>
        </w:rPr>
        <w:t xml:space="preserve">dd your choice of indexing terms or keywords; kindly use a </w:t>
      </w:r>
      <w:r w:rsidR="00EC6AD0">
        <w:rPr>
          <w:bCs/>
        </w:rPr>
        <w:t>semicolon; between each term</w:t>
      </w:r>
    </w:p>
    <w:p w14:paraId="7D462F89" w14:textId="77777777" w:rsidR="00393C35" w:rsidRDefault="00393C35" w:rsidP="00056C88">
      <w:pPr>
        <w:pStyle w:val="Heading1"/>
      </w:pPr>
      <w:r>
        <w:t>General Formatting Instructions</w:t>
      </w:r>
    </w:p>
    <w:p w14:paraId="089AA012" w14:textId="77777777" w:rsidR="00563A80" w:rsidRDefault="00EC6AD0" w:rsidP="00563A80">
      <w:pPr>
        <w:pStyle w:val="NormalSectionStart"/>
      </w:pPr>
      <w:r>
        <w:t>The entire content of a paper can be no longer than six pages</w:t>
      </w:r>
      <w:r w:rsidR="00E24116">
        <w:t xml:space="preserve"> in the </w:t>
      </w:r>
      <w:r w:rsidR="00E24116" w:rsidRPr="001F22CB">
        <w:rPr>
          <w:b/>
        </w:rPr>
        <w:t>initial submission</w:t>
      </w:r>
      <w:r w:rsidR="006A4C8E">
        <w:rPr>
          <w:b/>
        </w:rPr>
        <w:t xml:space="preserve">, </w:t>
      </w:r>
      <w:r w:rsidR="006A4C8E">
        <w:rPr>
          <w:bCs/>
        </w:rPr>
        <w:t>plus an unlimited number of pages for references</w:t>
      </w:r>
      <w:r>
        <w:t>.</w:t>
      </w:r>
      <w:r w:rsidR="00E24116">
        <w:t xml:space="preserve"> In the </w:t>
      </w:r>
      <w:r w:rsidR="00E24116" w:rsidRPr="001F22CB">
        <w:rPr>
          <w:b/>
        </w:rPr>
        <w:t>final submission</w:t>
      </w:r>
      <w:r w:rsidR="00E24116">
        <w:t xml:space="preserve">, the text of the paper, including an author line, must fit on six pages. </w:t>
      </w:r>
      <w:r w:rsidR="00563A80">
        <w:t>An unlimited number of pages can be used for acknowledgements and references.</w:t>
      </w:r>
    </w:p>
    <w:p w14:paraId="2EFB8B69" w14:textId="77777777" w:rsidR="00393C35" w:rsidRDefault="00393C35" w:rsidP="00393C35">
      <w:pPr>
        <w:pStyle w:val="NormalSectionStart"/>
      </w:pPr>
    </w:p>
    <w:p w14:paraId="03200FD1" w14:textId="77777777" w:rsidR="00393C35" w:rsidRDefault="00393C35" w:rsidP="00393C35">
      <w:r>
        <w:t xml:space="preserve">The text of the paper should be formatted in two columns with an overall width of 7 inches (17.8 cm) and length of 9.25 inches (23.5 cm), with 0.25 inches between the columns. Leave </w:t>
      </w:r>
      <w:proofErr w:type="gramStart"/>
      <w:r>
        <w:t>two line</w:t>
      </w:r>
      <w:proofErr w:type="gramEnd"/>
      <w:r>
        <w:t xml:space="preserve"> spaces between the last author listed and the text of the paper</w:t>
      </w:r>
      <w:r w:rsidR="00FF6FB5">
        <w:t xml:space="preserve">; the text of the paper </w:t>
      </w:r>
      <w:r w:rsidR="007C3491">
        <w:t xml:space="preserve">(starting with the abstract) </w:t>
      </w:r>
      <w:r w:rsidR="00FF6FB5">
        <w:t>should begin</w:t>
      </w:r>
      <w:r w:rsidR="0003754E">
        <w:t xml:space="preserve"> no less than 2</w:t>
      </w:r>
      <w:r w:rsidR="00FF6FB5">
        <w:t>.75 inches below the top of the page</w:t>
      </w:r>
      <w:r w:rsidR="00BB55A0">
        <w:t>.</w:t>
      </w:r>
      <w:r>
        <w:t xml:space="preserve"> The left margin should be 0.75 inches and the top margin should be 1 inch. </w:t>
      </w:r>
      <w:r w:rsidRPr="00EC6AD0">
        <w:rPr>
          <w:b/>
        </w:rPr>
        <w:t>The right and bottom margins will depend on whether you use U.S. letter or A4 paper, so you must be sure to measure the width of the printed text.</w:t>
      </w:r>
      <w:r>
        <w:t xml:space="preserve"> Use </w:t>
      </w:r>
      <w:proofErr w:type="gramStart"/>
      <w:r>
        <w:t>10 point</w:t>
      </w:r>
      <w:proofErr w:type="gramEnd"/>
      <w:r>
        <w:t xml:space="preserve"> Times Roman with 12 point vertical spacing, unless otherwise specified. </w:t>
      </w:r>
    </w:p>
    <w:p w14:paraId="000B8225" w14:textId="7AF9E446" w:rsidR="00393C35" w:rsidRDefault="00393C35">
      <w:pPr>
        <w:ind w:firstLine="180"/>
      </w:pPr>
      <w:r>
        <w:t xml:space="preserve">The title should be </w:t>
      </w:r>
      <w:r w:rsidR="00A44551">
        <w:t xml:space="preserve">in </w:t>
      </w:r>
      <w:proofErr w:type="gramStart"/>
      <w:r>
        <w:t>14 point</w:t>
      </w:r>
      <w:proofErr w:type="gramEnd"/>
      <w:r>
        <w:t xml:space="preserve"> bold</w:t>
      </w:r>
      <w:r w:rsidR="00A44551">
        <w:t xml:space="preserve"> font</w:t>
      </w:r>
      <w:r>
        <w:t xml:space="preserve">, centered. The title should be formatted with initial caps (the first letter of content words capitalized and the rest lower case). </w:t>
      </w:r>
      <w:r w:rsidR="0091525C">
        <w:t xml:space="preserve">In the initial submission, the phrase “Anonymous </w:t>
      </w:r>
      <w:r w:rsidR="00836C0F">
        <w:t>ICCM</w:t>
      </w:r>
      <w:r w:rsidR="0091525C">
        <w:t xml:space="preserve"> submission” should appear below the title</w:t>
      </w:r>
      <w:r w:rsidR="00322217">
        <w:t>, centered,</w:t>
      </w:r>
      <w:r w:rsidR="0091525C">
        <w:t xml:space="preserve"> in 11 point bold font.  In the final submission,</w:t>
      </w:r>
      <w:r w:rsidR="00842BF7">
        <w:t xml:space="preserve"> </w:t>
      </w:r>
      <w:r w:rsidR="0091525C">
        <w:t>e</w:t>
      </w:r>
      <w:r>
        <w:t>ach author’s name should appear on a separate line, 11 point bold</w:t>
      </w:r>
      <w:r w:rsidR="00EC6AD0">
        <w:t>,</w:t>
      </w:r>
      <w:r>
        <w:t xml:space="preserve"> and centered, with the author’s email address in parentheses. Under each author’s name list the author’s affiliation and postal address in ordinary </w:t>
      </w:r>
      <w:proofErr w:type="gramStart"/>
      <w:r>
        <w:t>10 point</w:t>
      </w:r>
      <w:proofErr w:type="gramEnd"/>
      <w:r>
        <w:t xml:space="preserve"> type.</w:t>
      </w:r>
    </w:p>
    <w:p w14:paraId="548C8847" w14:textId="77777777" w:rsidR="00393C35" w:rsidRDefault="00393C35">
      <w:pPr>
        <w:ind w:firstLine="180"/>
      </w:pPr>
      <w:r>
        <w:t>Indent the first line of each paragraph by 1/8 inch (except for the first paragraph of a new section). Do not add extra vertical space between paragraphs.</w:t>
      </w:r>
    </w:p>
    <w:p w14:paraId="2E54FD88" w14:textId="77777777" w:rsidR="00393C35" w:rsidRDefault="00981C23">
      <w:pPr>
        <w:pStyle w:val="Heading1"/>
      </w:pPr>
      <w:r>
        <w:t xml:space="preserve">First </w:t>
      </w:r>
      <w:r w:rsidR="00393C35">
        <w:t>Level Headings</w:t>
      </w:r>
    </w:p>
    <w:p w14:paraId="0D8F08FA" w14:textId="77777777" w:rsidR="00393C35" w:rsidRDefault="00981C23">
      <w:pPr>
        <w:pStyle w:val="NormalSectionStart"/>
      </w:pPr>
      <w:r>
        <w:t xml:space="preserve">First </w:t>
      </w:r>
      <w:r w:rsidR="00393C35">
        <w:t xml:space="preserve">level headings should be </w:t>
      </w:r>
      <w:r w:rsidR="00A671D3">
        <w:t xml:space="preserve">in </w:t>
      </w:r>
      <w:proofErr w:type="gramStart"/>
      <w:r w:rsidR="00393C35">
        <w:t>12 point</w:t>
      </w:r>
      <w:proofErr w:type="gramEnd"/>
      <w:r w:rsidR="00393C35">
        <w:t xml:space="preserve">, initial caps, bold and centered. Leave one line space above the heading and </w:t>
      </w:r>
      <w:proofErr w:type="gramStart"/>
      <w:r w:rsidR="00393C35">
        <w:t>1/4 line</w:t>
      </w:r>
      <w:proofErr w:type="gramEnd"/>
      <w:r w:rsidR="00393C35">
        <w:t xml:space="preserve"> space below the heading.</w:t>
      </w:r>
    </w:p>
    <w:p w14:paraId="435805A2" w14:textId="77777777" w:rsidR="00393C35" w:rsidRDefault="00981C23">
      <w:pPr>
        <w:pStyle w:val="Heading2"/>
      </w:pPr>
      <w:r>
        <w:t xml:space="preserve">Second </w:t>
      </w:r>
      <w:r w:rsidR="00393C35">
        <w:t>Level Headings</w:t>
      </w:r>
    </w:p>
    <w:p w14:paraId="22DCF524" w14:textId="77777777" w:rsidR="00393C35" w:rsidRDefault="00981C23">
      <w:pPr>
        <w:pStyle w:val="NormalSectionStart"/>
      </w:pPr>
      <w:r>
        <w:t xml:space="preserve">Second </w:t>
      </w:r>
      <w:r w:rsidR="00393C35">
        <w:t xml:space="preserve">level headings should be </w:t>
      </w:r>
      <w:proofErr w:type="gramStart"/>
      <w:r w:rsidR="00393C35">
        <w:t>11 point</w:t>
      </w:r>
      <w:proofErr w:type="gramEnd"/>
      <w:r w:rsidR="00393C35">
        <w:t>, initial caps, bold, and flush left. Leave one line space above</w:t>
      </w:r>
      <w:r w:rsidR="00EC6AD0">
        <w:t xml:space="preserve"> the heading</w:t>
      </w:r>
      <w:r w:rsidR="00393C35">
        <w:t xml:space="preserve"> and </w:t>
      </w:r>
      <w:proofErr w:type="gramStart"/>
      <w:r w:rsidR="00393C35">
        <w:t>1/4 line</w:t>
      </w:r>
      <w:proofErr w:type="gramEnd"/>
      <w:r w:rsidR="00393C35">
        <w:t xml:space="preserve"> space below the heading.</w:t>
      </w:r>
    </w:p>
    <w:p w14:paraId="11B51F07" w14:textId="77777777" w:rsidR="00393C35" w:rsidRDefault="00393C35">
      <w:pPr>
        <w:pStyle w:val="NormalSectionStart"/>
      </w:pPr>
    </w:p>
    <w:p w14:paraId="6C7404D1" w14:textId="77777777" w:rsidR="00393C35" w:rsidRDefault="00981C23">
      <w:pPr>
        <w:pStyle w:val="Heading3"/>
      </w:pPr>
      <w:r>
        <w:t xml:space="preserve">Third </w:t>
      </w:r>
      <w:r w:rsidR="00393C35">
        <w:t>Level Headings</w:t>
      </w:r>
      <w:r>
        <w:rPr>
          <w:b w:val="0"/>
        </w:rPr>
        <w:t xml:space="preserve"> Third </w:t>
      </w:r>
      <w:r w:rsidR="00393C35">
        <w:rPr>
          <w:b w:val="0"/>
        </w:rPr>
        <w:t xml:space="preserve">level headings should be </w:t>
      </w:r>
      <w:proofErr w:type="gramStart"/>
      <w:r w:rsidR="00393C35">
        <w:rPr>
          <w:b w:val="0"/>
        </w:rPr>
        <w:t>10 point</w:t>
      </w:r>
      <w:proofErr w:type="gramEnd"/>
      <w:r w:rsidR="00393C35">
        <w:rPr>
          <w:b w:val="0"/>
        </w:rPr>
        <w:t>, initial caps, bold, and flush left. Leave one line space above the heading, but no space after the heading</w:t>
      </w:r>
      <w:r w:rsidR="00393C35">
        <w:t>.</w:t>
      </w:r>
    </w:p>
    <w:p w14:paraId="39E9A563" w14:textId="77777777" w:rsidR="00393C35" w:rsidRDefault="00393C35">
      <w:pPr>
        <w:pStyle w:val="Heading1"/>
        <w:spacing w:before="220"/>
      </w:pPr>
      <w:r>
        <w:t>Formalities, Footnotes, and Floats</w:t>
      </w:r>
    </w:p>
    <w:p w14:paraId="537A8A53" w14:textId="77777777" w:rsidR="00393C35" w:rsidRDefault="00393C35">
      <w:pPr>
        <w:pStyle w:val="NormalSectionStart"/>
      </w:pPr>
      <w:r>
        <w:t xml:space="preserve">Use standard APA citation format. Citations within the text should include the author's last name and year. If the authors' names are included in the sentence, place only the year in parentheses, as in </w:t>
      </w:r>
      <w:r w:rsidR="00EC6AD0">
        <w:t>Newell and Simon (1972</w:t>
      </w:r>
      <w:r>
        <w:t>), but otherwise place the entire reference in parentheses with the authors and year separated by a comma (</w:t>
      </w:r>
      <w:r w:rsidR="00EC6AD0">
        <w:t>Newell &amp; Simon, 1972</w:t>
      </w:r>
      <w:r>
        <w:t>). List multiple references alphabetically and separate them by semicolons (</w:t>
      </w:r>
      <w:proofErr w:type="spellStart"/>
      <w:r w:rsidR="00EC6AD0">
        <w:t>Chalnick</w:t>
      </w:r>
      <w:proofErr w:type="spellEnd"/>
      <w:r w:rsidR="00EC6AD0">
        <w:t xml:space="preserve"> &amp; Billman, 1988; Newell &amp; Simon, 1972)</w:t>
      </w:r>
      <w:r>
        <w:t xml:space="preserve">. Use the </w:t>
      </w:r>
      <w:r w:rsidR="00EC6AD0">
        <w:t>“</w:t>
      </w:r>
      <w:r>
        <w:t>et al.</w:t>
      </w:r>
      <w:r w:rsidR="00EC6AD0">
        <w:t>”</w:t>
      </w:r>
      <w:r>
        <w:t xml:space="preserve"> construction only after listing all the authors to a publication in an earlier reference and for citations with four or more authors.</w:t>
      </w:r>
    </w:p>
    <w:p w14:paraId="1F19774F" w14:textId="77777777" w:rsidR="00393C35" w:rsidRDefault="00393C35">
      <w:pPr>
        <w:pStyle w:val="Heading2"/>
      </w:pPr>
      <w:r>
        <w:t>Footnotes</w:t>
      </w:r>
    </w:p>
    <w:p w14:paraId="2F02CD6B" w14:textId="77777777" w:rsidR="00393C35" w:rsidRDefault="00393C35">
      <w:pPr>
        <w:pStyle w:val="NormalSectionStart"/>
      </w:pPr>
      <w:r>
        <w:t>Indicate footnotes with a number</w:t>
      </w:r>
      <w:r>
        <w:rPr>
          <w:rStyle w:val="FootnoteReference"/>
        </w:rPr>
        <w:footnoteReference w:id="1"/>
      </w:r>
      <w:r w:rsidR="00EC6AD0">
        <w:t xml:space="preserve"> in the text. Place </w:t>
      </w:r>
      <w:r w:rsidR="00141566">
        <w:t xml:space="preserve">the footnotes </w:t>
      </w:r>
      <w:r>
        <w:t xml:space="preserve">in </w:t>
      </w:r>
      <w:proofErr w:type="gramStart"/>
      <w:r>
        <w:t>9 point</w:t>
      </w:r>
      <w:proofErr w:type="gramEnd"/>
      <w:r>
        <w:t xml:space="preserve"> </w:t>
      </w:r>
      <w:r w:rsidR="003474BC">
        <w:t xml:space="preserve">font </w:t>
      </w:r>
      <w:r w:rsidR="00EC6AD0">
        <w:t>at the bottom of the column</w:t>
      </w:r>
      <w:r>
        <w:t xml:space="preserve"> on which they appear. Precede the footnote </w:t>
      </w:r>
      <w:r w:rsidR="007C4F15">
        <w:t xml:space="preserve">block </w:t>
      </w:r>
      <w:r>
        <w:t>with a horizontal rule.</w:t>
      </w:r>
      <w:r>
        <w:rPr>
          <w:rStyle w:val="FootnoteReference"/>
        </w:rPr>
        <w:footnoteReference w:id="2"/>
      </w:r>
    </w:p>
    <w:p w14:paraId="198F52CC" w14:textId="77777777" w:rsidR="00393C35" w:rsidRDefault="00393C35">
      <w:pPr>
        <w:pStyle w:val="Heading2"/>
      </w:pPr>
      <w:r>
        <w:t>Tables</w:t>
      </w:r>
    </w:p>
    <w:p w14:paraId="2A68162E" w14:textId="77777777" w:rsidR="00393C35" w:rsidRDefault="00EC6AD0">
      <w:pPr>
        <w:pStyle w:val="NormalSectionStart"/>
      </w:pPr>
      <w:r>
        <w:t>Number tables consecutively. P</w:t>
      </w:r>
      <w:r w:rsidR="00393C35">
        <w:t>lace the table number and title (in 10 point) above the table with one line space above the caption and one line space below it, as in Table 1. You may float tables to th</w:t>
      </w:r>
      <w:r>
        <w:t xml:space="preserve">e top or bottom of a column, </w:t>
      </w:r>
      <w:r w:rsidR="001D22C8">
        <w:t>and you may</w:t>
      </w:r>
      <w:r w:rsidR="00393C35">
        <w:t xml:space="preserve"> set wide tables across both columns.</w:t>
      </w:r>
    </w:p>
    <w:p w14:paraId="7627B3C8" w14:textId="77777777" w:rsidR="00EC6AD0" w:rsidRPr="00564D1E" w:rsidRDefault="00EC6AD0" w:rsidP="00EC6AD0"/>
    <w:p w14:paraId="6C28EE06" w14:textId="77777777" w:rsidR="00EC6AD0" w:rsidRDefault="00EC6AD0" w:rsidP="00EC6AD0">
      <w:pPr>
        <w:pStyle w:val="Figure"/>
      </w:pPr>
      <w:r>
        <w:t>Table 1: Sample table title.</w:t>
      </w:r>
    </w:p>
    <w:p w14:paraId="79404B72" w14:textId="77777777" w:rsidR="00EC6AD0" w:rsidRDefault="00EC6AD0" w:rsidP="00EC6AD0">
      <w:pPr>
        <w:pStyle w:val="NormalSectionStart"/>
      </w:pPr>
    </w:p>
    <w:tbl>
      <w:tblPr>
        <w:tblW w:w="0" w:type="auto"/>
        <w:tblInd w:w="1098" w:type="dxa"/>
        <w:tblLayout w:type="fixed"/>
        <w:tblLook w:val="0000" w:firstRow="0" w:lastRow="0" w:firstColumn="0" w:lastColumn="0" w:noHBand="0" w:noVBand="0"/>
      </w:tblPr>
      <w:tblGrid>
        <w:gridCol w:w="1606"/>
        <w:gridCol w:w="1274"/>
      </w:tblGrid>
      <w:tr w:rsidR="00EC6AD0" w14:paraId="3E4C1573" w14:textId="77777777" w:rsidTr="00393C35">
        <w:trPr>
          <w:tblHeader/>
        </w:trPr>
        <w:tc>
          <w:tcPr>
            <w:tcW w:w="1606" w:type="dxa"/>
            <w:tcBorders>
              <w:top w:val="single" w:sz="2" w:space="0" w:color="auto"/>
              <w:bottom w:val="single" w:sz="2" w:space="0" w:color="auto"/>
            </w:tcBorders>
          </w:tcPr>
          <w:p w14:paraId="329B4A94" w14:textId="77777777" w:rsidR="00EC6AD0" w:rsidRDefault="00EC6AD0" w:rsidP="00393C35">
            <w:pPr>
              <w:pStyle w:val="TableContent"/>
            </w:pPr>
            <w:r>
              <w:t>Error type</w:t>
            </w:r>
          </w:p>
        </w:tc>
        <w:tc>
          <w:tcPr>
            <w:tcW w:w="1274" w:type="dxa"/>
            <w:tcBorders>
              <w:top w:val="single" w:sz="2" w:space="0" w:color="auto"/>
              <w:bottom w:val="single" w:sz="2" w:space="0" w:color="auto"/>
            </w:tcBorders>
          </w:tcPr>
          <w:p w14:paraId="0A88D47A" w14:textId="77777777" w:rsidR="00EC6AD0" w:rsidRDefault="00EC6AD0" w:rsidP="00393C35">
            <w:pPr>
              <w:pStyle w:val="TableContent"/>
            </w:pPr>
            <w:r>
              <w:t>Example</w:t>
            </w:r>
          </w:p>
        </w:tc>
      </w:tr>
      <w:tr w:rsidR="00EC6AD0" w14:paraId="0BCB2530" w14:textId="77777777" w:rsidTr="00393C35">
        <w:trPr>
          <w:tblHeader/>
        </w:trPr>
        <w:tc>
          <w:tcPr>
            <w:tcW w:w="1606" w:type="dxa"/>
          </w:tcPr>
          <w:p w14:paraId="07DFC169" w14:textId="77777777" w:rsidR="00EC6AD0" w:rsidRDefault="00EC6AD0" w:rsidP="00393C35">
            <w:pPr>
              <w:pStyle w:val="TableContent"/>
            </w:pPr>
            <w:r>
              <w:t>Take smaller</w:t>
            </w:r>
          </w:p>
        </w:tc>
        <w:tc>
          <w:tcPr>
            <w:tcW w:w="1274" w:type="dxa"/>
          </w:tcPr>
          <w:p w14:paraId="2E0B8A73" w14:textId="77777777" w:rsidR="00EC6AD0" w:rsidRDefault="00EC6AD0" w:rsidP="00393C35">
            <w:pPr>
              <w:pStyle w:val="TableContent"/>
            </w:pPr>
            <w:r>
              <w:t>63 - 44 = 21</w:t>
            </w:r>
          </w:p>
        </w:tc>
      </w:tr>
      <w:tr w:rsidR="00EC6AD0" w14:paraId="687DAFCE" w14:textId="77777777" w:rsidTr="00393C35">
        <w:trPr>
          <w:tblHeader/>
        </w:trPr>
        <w:tc>
          <w:tcPr>
            <w:tcW w:w="1606" w:type="dxa"/>
          </w:tcPr>
          <w:p w14:paraId="0B5E59E3" w14:textId="77777777" w:rsidR="00EC6AD0" w:rsidRDefault="00EC6AD0" w:rsidP="00393C35">
            <w:pPr>
              <w:pStyle w:val="TableContent"/>
            </w:pPr>
            <w:r>
              <w:t>Always borrow</w:t>
            </w:r>
          </w:p>
        </w:tc>
        <w:tc>
          <w:tcPr>
            <w:tcW w:w="1274" w:type="dxa"/>
          </w:tcPr>
          <w:p w14:paraId="3DAB1CD3" w14:textId="77777777" w:rsidR="00EC6AD0" w:rsidRDefault="00EC6AD0" w:rsidP="00393C35">
            <w:pPr>
              <w:pStyle w:val="TableContent"/>
            </w:pPr>
            <w:r>
              <w:t>96 - 42 = 34</w:t>
            </w:r>
          </w:p>
        </w:tc>
      </w:tr>
      <w:tr w:rsidR="00EC6AD0" w14:paraId="770130AD" w14:textId="77777777" w:rsidTr="00393C35">
        <w:trPr>
          <w:tblHeader/>
        </w:trPr>
        <w:tc>
          <w:tcPr>
            <w:tcW w:w="1606" w:type="dxa"/>
          </w:tcPr>
          <w:p w14:paraId="38CE53EB" w14:textId="77777777" w:rsidR="00EC6AD0" w:rsidRDefault="00EC6AD0" w:rsidP="00393C35">
            <w:pPr>
              <w:pStyle w:val="TableContent"/>
            </w:pPr>
            <w:r>
              <w:t>0 - N = N</w:t>
            </w:r>
          </w:p>
        </w:tc>
        <w:tc>
          <w:tcPr>
            <w:tcW w:w="1274" w:type="dxa"/>
          </w:tcPr>
          <w:p w14:paraId="5E762F4B" w14:textId="77777777" w:rsidR="00EC6AD0" w:rsidRDefault="00EC6AD0" w:rsidP="00393C35">
            <w:pPr>
              <w:pStyle w:val="TableContent"/>
            </w:pPr>
            <w:r>
              <w:t>70 - 47 = 37</w:t>
            </w:r>
          </w:p>
        </w:tc>
      </w:tr>
      <w:tr w:rsidR="00EC6AD0" w14:paraId="6C778F9D" w14:textId="77777777" w:rsidTr="00393C35">
        <w:trPr>
          <w:tblHeader/>
        </w:trPr>
        <w:tc>
          <w:tcPr>
            <w:tcW w:w="1606" w:type="dxa"/>
            <w:tcBorders>
              <w:bottom w:val="single" w:sz="2" w:space="0" w:color="auto"/>
            </w:tcBorders>
          </w:tcPr>
          <w:p w14:paraId="03B5544A" w14:textId="77777777" w:rsidR="00EC6AD0" w:rsidRDefault="00EC6AD0" w:rsidP="00393C35">
            <w:pPr>
              <w:pStyle w:val="TableContent"/>
            </w:pPr>
            <w:r>
              <w:t>0 - N = 0</w:t>
            </w:r>
          </w:p>
        </w:tc>
        <w:tc>
          <w:tcPr>
            <w:tcW w:w="1274" w:type="dxa"/>
            <w:tcBorders>
              <w:bottom w:val="single" w:sz="2" w:space="0" w:color="auto"/>
            </w:tcBorders>
          </w:tcPr>
          <w:p w14:paraId="5E6F3CAD" w14:textId="77777777" w:rsidR="00EC6AD0" w:rsidRDefault="00EC6AD0" w:rsidP="00393C35">
            <w:pPr>
              <w:pStyle w:val="TableContent"/>
            </w:pPr>
            <w:r>
              <w:t>70 - 47 = 30</w:t>
            </w:r>
          </w:p>
        </w:tc>
      </w:tr>
    </w:tbl>
    <w:p w14:paraId="41CD60E9" w14:textId="77777777" w:rsidR="00393C35" w:rsidRDefault="00393C35">
      <w:pPr>
        <w:rPr>
          <w:sz w:val="18"/>
        </w:rPr>
      </w:pPr>
    </w:p>
    <w:p w14:paraId="7F0BB39E" w14:textId="77777777" w:rsidR="00393C35" w:rsidRDefault="00393C35">
      <w:pPr>
        <w:pStyle w:val="Heading2"/>
      </w:pPr>
      <w:r>
        <w:t>Figures</w:t>
      </w:r>
    </w:p>
    <w:p w14:paraId="7EF6A097" w14:textId="77777777" w:rsidR="00393C35" w:rsidRDefault="00393C35">
      <w:pPr>
        <w:pStyle w:val="NormalSectionStart"/>
      </w:pPr>
      <w:r>
        <w:t xml:space="preserve">All </w:t>
      </w:r>
      <w:proofErr w:type="gramStart"/>
      <w:r>
        <w:t>artwork</w:t>
      </w:r>
      <w:proofErr w:type="gramEnd"/>
      <w:r>
        <w:t xml:space="preserve"> must be very dark for purposes of reproduction and should not be hand drawn. Number figures sequentially, placing the figure number and caption, in 10 </w:t>
      </w:r>
      <w:proofErr w:type="gramStart"/>
      <w:r>
        <w:t>point</w:t>
      </w:r>
      <w:proofErr w:type="gramEnd"/>
      <w:r>
        <w:t>, after the figure with one line space above the caption and one line space below it, as in Figure 1. If necessary, leave extra white space at the bottom of the page to avoid splitting the figure and figure caption. You may float figures to the top or bot</w:t>
      </w:r>
      <w:r w:rsidR="00414438">
        <w:t xml:space="preserve">tom of a column, </w:t>
      </w:r>
      <w:r w:rsidR="00386E1E">
        <w:t xml:space="preserve">and you may </w:t>
      </w:r>
      <w:r w:rsidR="00414438">
        <w:t xml:space="preserve">set </w:t>
      </w:r>
      <w:r w:rsidR="00343A25">
        <w:t xml:space="preserve">wide </w:t>
      </w:r>
      <w:r>
        <w:t>figures across both columns.</w:t>
      </w:r>
    </w:p>
    <w:p w14:paraId="567BCC25" w14:textId="77777777" w:rsidR="00393C35" w:rsidRDefault="00BC3F82">
      <w:pPr>
        <w:pStyle w:val="Figure"/>
      </w:pPr>
      <w:r>
        <w:rPr>
          <w:noProof/>
        </w:rPr>
        <mc:AlternateContent>
          <mc:Choice Requires="wps">
            <w:drawing>
              <wp:anchor distT="0" distB="0" distL="114300" distR="114300" simplePos="0" relativeHeight="251657728" behindDoc="0" locked="0" layoutInCell="0" allowOverlap="1" wp14:anchorId="5830C86B" wp14:editId="62859A38">
                <wp:simplePos x="0" y="0"/>
                <wp:positionH relativeFrom="column">
                  <wp:posOffset>914400</wp:posOffset>
                </wp:positionH>
                <wp:positionV relativeFrom="paragraph">
                  <wp:posOffset>99695</wp:posOffset>
                </wp:positionV>
                <wp:extent cx="1372235" cy="231775"/>
                <wp:effectExtent l="0" t="0" r="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72235" cy="231775"/>
                        </a:xfrm>
                        <a:prstGeom prst="rect">
                          <a:avLst/>
                        </a:prstGeom>
                        <a:noFill/>
                        <a:ln w="9525">
                          <a:solidFill>
                            <a:srgbClr val="000000"/>
                          </a:solidFill>
                          <a:miter lim="800000"/>
                          <a:headEnd/>
                          <a:tailEnd/>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0B0311" id="Rectangle 2" o:spid="_x0000_s1026" style="position:absolute;margin-left:1in;margin-top:7.85pt;width:108.05pt;height:18.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" o:allowincell="f" filled="f">
                <v:path arrowok="t"/>
              </v:rect>
            </w:pict>
          </mc:Fallback>
        </mc:AlternateContent>
      </w:r>
    </w:p>
    <w:p w14:paraId="66539B0E" w14:textId="77777777" w:rsidR="00393C35" w:rsidRDefault="00393C35">
      <w:pPr>
        <w:pStyle w:val="Figure"/>
        <w:outlineLvl w:val="0"/>
      </w:pPr>
      <w:proofErr w:type="spellStart"/>
      <w:r>
        <w:t>CoGNiTiVe</w:t>
      </w:r>
      <w:proofErr w:type="spellEnd"/>
      <w:r>
        <w:t xml:space="preserve"> </w:t>
      </w:r>
      <w:proofErr w:type="spellStart"/>
      <w:r>
        <w:t>ScIeNcE</w:t>
      </w:r>
      <w:proofErr w:type="spellEnd"/>
    </w:p>
    <w:p w14:paraId="30704C57" w14:textId="77777777" w:rsidR="00393C35" w:rsidRDefault="00393C35" w:rsidP="00414438">
      <w:pPr>
        <w:ind w:firstLine="0"/>
      </w:pPr>
    </w:p>
    <w:p w14:paraId="5F2D80CB" w14:textId="77777777" w:rsidR="00393C35" w:rsidRDefault="00393C35">
      <w:pPr>
        <w:jc w:val="center"/>
      </w:pPr>
      <w:r>
        <w:t>Figure 1: This is a figure.</w:t>
      </w:r>
    </w:p>
    <w:p w14:paraId="6FB2C7C1" w14:textId="77777777" w:rsidR="00393C35" w:rsidRDefault="00393C35">
      <w:pPr>
        <w:pStyle w:val="Heading1"/>
        <w:spacing w:before="220"/>
      </w:pPr>
      <w:r>
        <w:t>Acknowledgments</w:t>
      </w:r>
    </w:p>
    <w:p w14:paraId="38A6396A" w14:textId="77777777" w:rsidR="00393C35" w:rsidRDefault="000468D6">
      <w:pPr>
        <w:pStyle w:val="NormalSectionStart"/>
      </w:pPr>
      <w:r>
        <w:t xml:space="preserve">In the </w:t>
      </w:r>
      <w:r>
        <w:rPr>
          <w:b/>
        </w:rPr>
        <w:t xml:space="preserve">initial </w:t>
      </w:r>
      <w:r w:rsidRPr="000468D6">
        <w:rPr>
          <w:b/>
        </w:rPr>
        <w:t>submission</w:t>
      </w:r>
      <w:r>
        <w:t xml:space="preserve">, please </w:t>
      </w:r>
      <w:r>
        <w:rPr>
          <w:b/>
        </w:rPr>
        <w:t xml:space="preserve">do not include </w:t>
      </w:r>
      <w:r w:rsidRPr="000468D6">
        <w:rPr>
          <w:b/>
        </w:rPr>
        <w:t>acknowledgements</w:t>
      </w:r>
      <w:r>
        <w:t xml:space="preserve">, to preserve anonymity.  In the </w:t>
      </w:r>
      <w:r w:rsidRPr="001F22CB">
        <w:rPr>
          <w:b/>
        </w:rPr>
        <w:t>final submission</w:t>
      </w:r>
      <w:r>
        <w:t xml:space="preserve">, </w:t>
      </w:r>
      <w:r w:rsidRPr="001F22CB">
        <w:rPr>
          <w:b/>
        </w:rPr>
        <w:t>p</w:t>
      </w:r>
      <w:r w:rsidR="00393C35" w:rsidRPr="001F22CB">
        <w:rPr>
          <w:b/>
        </w:rPr>
        <w:t>lace acknowledgments</w:t>
      </w:r>
      <w:r w:rsidR="00393C35">
        <w:t xml:space="preserve"> (including funding information) in a section </w:t>
      </w:r>
      <w:r w:rsidR="00393C35" w:rsidRPr="001F22CB">
        <w:rPr>
          <w:b/>
        </w:rPr>
        <w:t>at the end of the paper</w:t>
      </w:r>
      <w:r w:rsidR="00393C35">
        <w:t>.</w:t>
      </w:r>
    </w:p>
    <w:p w14:paraId="5BF56C8D" w14:textId="77777777" w:rsidR="00393C35" w:rsidRDefault="00393C35">
      <w:pPr>
        <w:pStyle w:val="Heading1"/>
        <w:spacing w:before="220"/>
      </w:pPr>
      <w:r>
        <w:t>References</w:t>
      </w:r>
      <w:r w:rsidR="00EC6AD0">
        <w:t xml:space="preserve"> Instructions</w:t>
      </w:r>
    </w:p>
    <w:p w14:paraId="71523D47" w14:textId="77777777" w:rsidR="00393C35" w:rsidRDefault="00393C35">
      <w:pPr>
        <w:pStyle w:val="NormalSectionStart"/>
      </w:pPr>
      <w:r>
        <w:t>Follow the APA Publication Manual for citation format, both within the text and in the reference list, with the following exceptions: (a) do not cite the page numbers of any book, including chapters in edited volumes; (b) use the same format for unpublished references as for published ones. Alphabetize references by the surna</w:t>
      </w:r>
      <w:r w:rsidR="00981C23">
        <w:t xml:space="preserve">mes of the authors, with single </w:t>
      </w:r>
      <w:r>
        <w:t>au</w:t>
      </w:r>
      <w:r w:rsidR="00981C23">
        <w:t xml:space="preserve">thor entries preceding multiple </w:t>
      </w:r>
      <w:r>
        <w:t>author entries. Order references by the same authors by the year of publicati</w:t>
      </w:r>
      <w:r w:rsidR="00981C23">
        <w:t xml:space="preserve">on, with the earliest </w:t>
      </w:r>
      <w:r>
        <w:t>first.</w:t>
      </w:r>
    </w:p>
    <w:p w14:paraId="7B05C7BF" w14:textId="77777777" w:rsidR="00393C35" w:rsidRDefault="00393C35">
      <w:pPr>
        <w:pStyle w:val="NormalSectionStart"/>
        <w:ind w:firstLine="180"/>
      </w:pPr>
      <w:r>
        <w:t>Use a first level section heading, “</w:t>
      </w:r>
      <w:r w:rsidRPr="00393C35">
        <w:rPr>
          <w:b/>
        </w:rPr>
        <w:t>References</w:t>
      </w:r>
      <w:r>
        <w:t>”, as shown below. Use a hanging indent style, with the first line of the reference flush against the left margin and subsequent lines indented by 1/8 inch. Below are example references for a conference paper, book chapter, journal article, dissertation, book, technical report, and edited volume, respectively.</w:t>
      </w:r>
    </w:p>
    <w:p w14:paraId="27CCED70" w14:textId="77777777" w:rsidR="00393C35" w:rsidRDefault="00393C35" w:rsidP="00393C35">
      <w:pPr>
        <w:pStyle w:val="Heading1"/>
        <w:spacing w:before="220"/>
      </w:pPr>
      <w:r>
        <w:t xml:space="preserve">References </w:t>
      </w:r>
    </w:p>
    <w:p w14:paraId="7BBDAFAF" w14:textId="77777777" w:rsidR="00393C35" w:rsidRDefault="00393C35">
      <w:pPr>
        <w:pStyle w:val="Reference"/>
      </w:pPr>
      <w:proofErr w:type="spellStart"/>
      <w:r>
        <w:t>Chalnick</w:t>
      </w:r>
      <w:proofErr w:type="spellEnd"/>
      <w:r>
        <w:t xml:space="preserve">, A., &amp; Billman, D. (1988). Unsupervised learning of correlational structure. </w:t>
      </w:r>
      <w:r>
        <w:rPr>
          <w:i/>
        </w:rPr>
        <w:t xml:space="preserve">Proceedings of the tenth annual conference of the cognitive science society </w:t>
      </w:r>
      <w:r>
        <w:t>(pp. 510-516). Hillsdale, NJ: Lawrence Erlbaum Associates.</w:t>
      </w:r>
    </w:p>
    <w:p w14:paraId="3709D026" w14:textId="77777777" w:rsidR="00393C35" w:rsidRDefault="00393C35">
      <w:pPr>
        <w:pStyle w:val="Reference"/>
      </w:pPr>
      <w:r>
        <w:t>Feigenbaum, E. A. (1963). The simulation of verbal learning behavior.</w:t>
      </w:r>
      <w:r>
        <w:rPr>
          <w:i/>
        </w:rPr>
        <w:t xml:space="preserve"> </w:t>
      </w:r>
      <w:r>
        <w:t>In E. A. Feigenbaum &amp; J. Feldman (Eds.),</w:t>
      </w:r>
      <w:r>
        <w:rPr>
          <w:i/>
        </w:rPr>
        <w:t xml:space="preserve"> Computers and thought.</w:t>
      </w:r>
      <w:r>
        <w:t xml:space="preserve"> New York: McGraw-Hill.</w:t>
      </w:r>
    </w:p>
    <w:p w14:paraId="0E831A26" w14:textId="77777777" w:rsidR="00393C35" w:rsidRDefault="00393C35">
      <w:pPr>
        <w:pStyle w:val="Reference"/>
      </w:pPr>
      <w:r>
        <w:t xml:space="preserve">Hill, J. A. C. (1983). A computational model of language acquisition in the two-year old. </w:t>
      </w:r>
      <w:r>
        <w:rPr>
          <w:i/>
        </w:rPr>
        <w:t>Cognition and Brain Theory</w:t>
      </w:r>
      <w:r>
        <w:t xml:space="preserve">, </w:t>
      </w:r>
      <w:r>
        <w:rPr>
          <w:i/>
        </w:rPr>
        <w:t>6</w:t>
      </w:r>
      <w:r>
        <w:t xml:space="preserve">, 287-317. </w:t>
      </w:r>
    </w:p>
    <w:p w14:paraId="568EDD33" w14:textId="77777777" w:rsidR="00393C35" w:rsidRDefault="0081644D">
      <w:pPr>
        <w:pStyle w:val="Reference"/>
      </w:pPr>
      <w:r>
        <w:t>Matlock, T</w:t>
      </w:r>
      <w:r w:rsidR="00393C35">
        <w:t xml:space="preserve">. (2001). </w:t>
      </w:r>
      <w:r w:rsidR="00393C35" w:rsidRPr="00414438">
        <w:rPr>
          <w:i/>
        </w:rPr>
        <w:t>How real is fictive motion?</w:t>
      </w:r>
      <w:r w:rsidR="00393C35">
        <w:t xml:space="preserve"> Doctoral dissertation, Psychology Department, University of California, Santa Cruz.</w:t>
      </w:r>
    </w:p>
    <w:p w14:paraId="41C8CC9D" w14:textId="77777777" w:rsidR="00414438" w:rsidRDefault="00414438" w:rsidP="00414438">
      <w:pPr>
        <w:pStyle w:val="Reference"/>
      </w:pPr>
      <w:r>
        <w:t>Newell, A., &amp; Simon, H. A. (1972</w:t>
      </w:r>
      <w:r w:rsidRPr="0081644D">
        <w:t>)</w:t>
      </w:r>
      <w:r>
        <w:rPr>
          <w:i/>
        </w:rPr>
        <w:t>. Human problem solving</w:t>
      </w:r>
      <w:r>
        <w:t>. Englewood Cliffs, NJ: Prentice-Hall.</w:t>
      </w:r>
    </w:p>
    <w:p w14:paraId="4F5E69C4" w14:textId="77777777" w:rsidR="00414438" w:rsidRDefault="00393C35" w:rsidP="00414438">
      <w:pPr>
        <w:pStyle w:val="Reference"/>
      </w:pPr>
      <w:r>
        <w:t xml:space="preserve">Ohlsson, S., &amp; Langley, P. (1985). </w:t>
      </w:r>
      <w:r>
        <w:rPr>
          <w:i/>
        </w:rPr>
        <w:t>Identifying solution paths in cognitive diagnosis</w:t>
      </w:r>
      <w:r>
        <w:t xml:space="preserve"> (Tech. Rep. CMU-RI-TR-85-2). Pittsburgh, PA: Carnegie Mellon University, The Robotics Institute.</w:t>
      </w:r>
    </w:p>
    <w:p w14:paraId="740C7006" w14:textId="77777777" w:rsidR="00393C35" w:rsidRDefault="00393C35" w:rsidP="00393C35">
      <w:pPr>
        <w:pStyle w:val="Reference"/>
      </w:pPr>
      <w:proofErr w:type="spellStart"/>
      <w:r>
        <w:t>Shrager</w:t>
      </w:r>
      <w:proofErr w:type="spellEnd"/>
      <w:r>
        <w:t xml:space="preserve">, J., &amp; Langley, P. (Eds.) (1990). </w:t>
      </w:r>
      <w:r>
        <w:rPr>
          <w:i/>
        </w:rPr>
        <w:t>Computational models of scientific discovery and theory formation</w:t>
      </w:r>
      <w:r>
        <w:t>. San Mateo, CA: Morgan Kaufmann.</w:t>
      </w:r>
    </w:p>
    <w:p w14:paraId="1C327EA2" w14:textId="77777777" w:rsidR="00393C35" w:rsidRDefault="00393C35" w:rsidP="00393C35">
      <w:pPr>
        <w:pStyle w:val="Reference"/>
      </w:pPr>
    </w:p>
    <w:sectPr w:rsidR="00393C35" w:rsidSect="00393C35">
      <w:type w:val="continuous"/>
      <w:pgSz w:w="12240" w:h="15840" w:code="1"/>
      <w:pgMar w:top="1440" w:right="1080" w:bottom="1080" w:left="1080" w:header="720" w:footer="720" w:gutter="0"/>
      <w:cols w:num="2" w:space="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492C22" w14:textId="77777777" w:rsidR="00CB3DB6" w:rsidRDefault="00CB3DB6">
      <w:r>
        <w:separator/>
      </w:r>
    </w:p>
  </w:endnote>
  <w:endnote w:type="continuationSeparator" w:id="0">
    <w:p w14:paraId="4A154136" w14:textId="77777777" w:rsidR="00CB3DB6" w:rsidRDefault="00CB3D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imes">
    <w:panose1 w:val="00000500000000020000"/>
    <w:charset w:val="00"/>
    <w:family w:val="auto"/>
    <w:pitch w:val="variable"/>
    <w:sig w:usb0="E00002FF" w:usb1="5000205A" w:usb2="00000000" w:usb3="00000000" w:csb0="0000019F" w:csb1="00000000"/>
  </w:font>
  <w:font w:name="Palatino">
    <w:panose1 w:val="00000000000000000000"/>
    <w:charset w:val="4D"/>
    <w:family w:val="auto"/>
    <w:pitch w:val="variable"/>
    <w:sig w:usb0="A00002FF" w:usb1="7800205A" w:usb2="14600000" w:usb3="00000000" w:csb0="00000193" w:csb1="00000000"/>
  </w:font>
  <w:font w:name="Tahoma">
    <w:panose1 w:val="020B0604030504040204"/>
    <w:charset w:val="00"/>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8FB831" w14:textId="77777777" w:rsidR="00CB3DB6" w:rsidRDefault="00CB3DB6">
      <w:r>
        <w:separator/>
      </w:r>
    </w:p>
  </w:footnote>
  <w:footnote w:type="continuationSeparator" w:id="0">
    <w:p w14:paraId="17EA12DC" w14:textId="77777777" w:rsidR="00CB3DB6" w:rsidRDefault="00CB3DB6">
      <w:r>
        <w:continuationSeparator/>
      </w:r>
    </w:p>
  </w:footnote>
  <w:footnote w:id="1">
    <w:p w14:paraId="262C2F41" w14:textId="77777777" w:rsidR="00E978D0" w:rsidRDefault="00E978D0">
      <w:pPr>
        <w:pStyle w:val="FootnoteText"/>
      </w:pPr>
      <w:r>
        <w:rPr>
          <w:rStyle w:val="FootnoteReference"/>
        </w:rPr>
        <w:footnoteRef/>
      </w:r>
      <w:r>
        <w:t xml:space="preserve"> Sample of the first footnote.</w:t>
      </w:r>
    </w:p>
  </w:footnote>
  <w:footnote w:id="2">
    <w:p w14:paraId="081DA1C4" w14:textId="77777777" w:rsidR="00E978D0" w:rsidRDefault="00E978D0">
      <w:pPr>
        <w:pStyle w:val="FootnoteText"/>
      </w:pPr>
      <w:r>
        <w:rPr>
          <w:rStyle w:val="FootnoteReference"/>
        </w:rPr>
        <w:footnoteRef/>
      </w:r>
      <w:r>
        <w:t xml:space="preserve"> Sample of the second footnote.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A522C7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286043FE"/>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F13AF426"/>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1D14CFB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5D2CE628"/>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34586268"/>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0941484"/>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0D48C6E2"/>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7F0A23BC"/>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CF1CFDFC"/>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B4E7240"/>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singleLevel"/>
    <w:tmpl w:val="00000000"/>
    <w:lvl w:ilvl="0">
      <w:start w:val="1"/>
      <w:numFmt w:val="upperRoman"/>
      <w:lvlText w:val="(%1)"/>
      <w:lvlJc w:val="left"/>
      <w:pPr>
        <w:tabs>
          <w:tab w:val="num" w:pos="720"/>
        </w:tabs>
        <w:ind w:left="720" w:hanging="720"/>
      </w:pPr>
      <w:rPr>
        <w:rFonts w:hint="default"/>
      </w:rPr>
    </w:lvl>
  </w:abstractNum>
  <w:num w:numId="1" w16cid:durableId="635137390">
    <w:abstractNumId w:val="11"/>
  </w:num>
  <w:num w:numId="2" w16cid:durableId="1952198606">
    <w:abstractNumId w:val="10"/>
  </w:num>
  <w:num w:numId="3" w16cid:durableId="2069184814">
    <w:abstractNumId w:val="8"/>
  </w:num>
  <w:num w:numId="4" w16cid:durableId="10299274">
    <w:abstractNumId w:val="7"/>
  </w:num>
  <w:num w:numId="5" w16cid:durableId="1288243358">
    <w:abstractNumId w:val="6"/>
  </w:num>
  <w:num w:numId="6" w16cid:durableId="244074578">
    <w:abstractNumId w:val="5"/>
  </w:num>
  <w:num w:numId="7" w16cid:durableId="1699816047">
    <w:abstractNumId w:val="9"/>
  </w:num>
  <w:num w:numId="8" w16cid:durableId="2098624806">
    <w:abstractNumId w:val="4"/>
  </w:num>
  <w:num w:numId="9" w16cid:durableId="226041550">
    <w:abstractNumId w:val="3"/>
  </w:num>
  <w:num w:numId="10" w16cid:durableId="1686202910">
    <w:abstractNumId w:val="2"/>
  </w:num>
  <w:num w:numId="11" w16cid:durableId="386606466">
    <w:abstractNumId w:val="1"/>
  </w:num>
  <w:num w:numId="12" w16cid:durableId="21330881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B16"/>
    <w:rsid w:val="0003754E"/>
    <w:rsid w:val="000468D6"/>
    <w:rsid w:val="00056C88"/>
    <w:rsid w:val="000C3E8F"/>
    <w:rsid w:val="00141566"/>
    <w:rsid w:val="001D22C8"/>
    <w:rsid w:val="001F22CB"/>
    <w:rsid w:val="003164E5"/>
    <w:rsid w:val="00322217"/>
    <w:rsid w:val="00343A25"/>
    <w:rsid w:val="003474BC"/>
    <w:rsid w:val="003827AB"/>
    <w:rsid w:val="00386E1E"/>
    <w:rsid w:val="00393C35"/>
    <w:rsid w:val="003C58C3"/>
    <w:rsid w:val="00414438"/>
    <w:rsid w:val="00563A80"/>
    <w:rsid w:val="005D7F1B"/>
    <w:rsid w:val="00640B7B"/>
    <w:rsid w:val="006A4C8E"/>
    <w:rsid w:val="006B1715"/>
    <w:rsid w:val="006E3DB0"/>
    <w:rsid w:val="006E731F"/>
    <w:rsid w:val="007C3491"/>
    <w:rsid w:val="007C4F15"/>
    <w:rsid w:val="00800E63"/>
    <w:rsid w:val="0081644D"/>
    <w:rsid w:val="00836C0F"/>
    <w:rsid w:val="00842BF7"/>
    <w:rsid w:val="008D2B16"/>
    <w:rsid w:val="0091525C"/>
    <w:rsid w:val="00981C23"/>
    <w:rsid w:val="009B1E08"/>
    <w:rsid w:val="009E5C0F"/>
    <w:rsid w:val="00A44551"/>
    <w:rsid w:val="00A671D3"/>
    <w:rsid w:val="00B2576B"/>
    <w:rsid w:val="00B76D06"/>
    <w:rsid w:val="00BA4BBE"/>
    <w:rsid w:val="00BB55A0"/>
    <w:rsid w:val="00BC3F82"/>
    <w:rsid w:val="00BE6CFB"/>
    <w:rsid w:val="00C805AC"/>
    <w:rsid w:val="00CB3DB6"/>
    <w:rsid w:val="00CC3559"/>
    <w:rsid w:val="00DF7FAA"/>
    <w:rsid w:val="00E0354B"/>
    <w:rsid w:val="00E113D5"/>
    <w:rsid w:val="00E24116"/>
    <w:rsid w:val="00E978D0"/>
    <w:rsid w:val="00EC281A"/>
    <w:rsid w:val="00EC3CE8"/>
    <w:rsid w:val="00EC6AD0"/>
    <w:rsid w:val="00F03446"/>
    <w:rsid w:val="00FF6F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1AF3D86C"/>
  <w14:defaultImageDpi w14:val="300"/>
  <w15:docId w15:val="{EE9DA190-11C6-9342-8CE8-251AAED0B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w:hAnsi="Times"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4D1E"/>
    <w:pPr>
      <w:ind w:firstLine="181"/>
      <w:jc w:val="both"/>
    </w:pPr>
    <w:rPr>
      <w:rFonts w:ascii="Times New Roman" w:hAnsi="Times New Roman"/>
    </w:rPr>
  </w:style>
  <w:style w:type="paragraph" w:styleId="Heading1">
    <w:name w:val="heading 1"/>
    <w:basedOn w:val="NormalSectionStart"/>
    <w:next w:val="NormalSectionStart"/>
    <w:qFormat/>
    <w:pPr>
      <w:keepNext/>
      <w:spacing w:before="200" w:after="60"/>
      <w:jc w:val="center"/>
      <w:outlineLvl w:val="0"/>
    </w:pPr>
    <w:rPr>
      <w:b/>
      <w:sz w:val="24"/>
    </w:rPr>
  </w:style>
  <w:style w:type="paragraph" w:styleId="Heading2">
    <w:name w:val="heading 2"/>
    <w:basedOn w:val="NormalSectionStart"/>
    <w:next w:val="NormalSectionStart"/>
    <w:qFormat/>
    <w:pPr>
      <w:keepNext/>
      <w:spacing w:before="200" w:after="60"/>
      <w:jc w:val="left"/>
      <w:outlineLvl w:val="1"/>
    </w:pPr>
    <w:rPr>
      <w:b/>
      <w:sz w:val="22"/>
    </w:rPr>
  </w:style>
  <w:style w:type="paragraph" w:styleId="Heading3">
    <w:name w:val="heading 3"/>
    <w:basedOn w:val="NormalSectionStart"/>
    <w:next w:val="Normal"/>
    <w:qFormat/>
    <w:pPr>
      <w:keepNext/>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SectionStart">
    <w:name w:val="Normal Section Start"/>
    <w:basedOn w:val="Normal"/>
    <w:next w:val="Normal"/>
    <w:rsid w:val="000A2C97"/>
    <w:pPr>
      <w:ind w:firstLine="0"/>
    </w:pPr>
    <w:rPr>
      <w:rFonts w:eastAsia="Times New Roman"/>
    </w:rPr>
  </w:style>
  <w:style w:type="paragraph" w:customStyle="1" w:styleId="ntranscript">
    <w:name w:val="ntranscript"/>
    <w:basedOn w:val="Normal"/>
    <w:pPr>
      <w:tabs>
        <w:tab w:val="left" w:pos="360"/>
      </w:tabs>
      <w:ind w:left="1440" w:hanging="1440"/>
    </w:pPr>
    <w:rPr>
      <w:rFonts w:ascii="Palatino" w:hAnsi="Palatino"/>
    </w:rPr>
  </w:style>
  <w:style w:type="paragraph" w:styleId="FootnoteText">
    <w:name w:val="footnote text"/>
    <w:basedOn w:val="Normal"/>
    <w:semiHidden/>
    <w:rPr>
      <w:sz w:val="18"/>
    </w:rPr>
  </w:style>
  <w:style w:type="character" w:styleId="FootnoteReference">
    <w:name w:val="footnote reference"/>
    <w:semiHidden/>
    <w:rPr>
      <w:vertAlign w:val="superscript"/>
    </w:rPr>
  </w:style>
  <w:style w:type="paragraph" w:customStyle="1" w:styleId="Figure">
    <w:name w:val="Figure"/>
    <w:basedOn w:val="NormalSectionStart"/>
    <w:rsid w:val="00564D1E"/>
    <w:pPr>
      <w:ind w:firstLine="187"/>
      <w:jc w:val="center"/>
    </w:pPr>
  </w:style>
  <w:style w:type="paragraph" w:customStyle="1" w:styleId="NormalHeading3">
    <w:name w:val="Normal Heading 3"/>
    <w:basedOn w:val="NormalSectionStart"/>
    <w:next w:val="Normal"/>
    <w:rsid w:val="00564D1E"/>
    <w:pPr>
      <w:spacing w:before="240"/>
    </w:pPr>
  </w:style>
  <w:style w:type="paragraph" w:customStyle="1" w:styleId="TableContent">
    <w:name w:val="Table Content"/>
    <w:basedOn w:val="NormalSectionStart"/>
    <w:rsid w:val="00564D1E"/>
  </w:style>
  <w:style w:type="paragraph" w:customStyle="1" w:styleId="Reference">
    <w:name w:val="Reference"/>
    <w:basedOn w:val="Normal"/>
    <w:rsid w:val="00564D1E"/>
    <w:pPr>
      <w:ind w:left="181" w:hanging="181"/>
    </w:pPr>
    <w:rPr>
      <w:rFonts w:eastAsia="Times New Roman"/>
    </w:rPr>
  </w:style>
  <w:style w:type="paragraph" w:styleId="DocumentMap">
    <w:name w:val="Document Map"/>
    <w:basedOn w:val="Normal"/>
    <w:semiHidden/>
    <w:pPr>
      <w:shd w:val="clear" w:color="auto" w:fill="000080"/>
    </w:pPr>
    <w:rPr>
      <w:rFonts w:ascii="Tahoma" w:hAnsi="Tahoma"/>
    </w:rPr>
  </w:style>
  <w:style w:type="character" w:styleId="Hyperlink">
    <w:name w:val="Hyperlink"/>
    <w:rPr>
      <w:color w:val="0000FF"/>
      <w:u w:val="single"/>
    </w:rPr>
  </w:style>
  <w:style w:type="paragraph" w:customStyle="1" w:styleId="Abstracttext">
    <w:name w:val="Abstract text"/>
    <w:basedOn w:val="NormalSectionStart"/>
    <w:rsid w:val="00BB4949"/>
    <w:pPr>
      <w:spacing w:line="200" w:lineRule="exact"/>
      <w:ind w:left="181" w:right="181"/>
    </w:pPr>
    <w:rPr>
      <w:sz w:val="18"/>
    </w:rPr>
  </w:style>
  <w:style w:type="paragraph" w:customStyle="1" w:styleId="Abstractheading">
    <w:name w:val="Abstract heading"/>
    <w:basedOn w:val="Heading1"/>
    <w:next w:val="Abstracttext"/>
    <w:pPr>
      <w:spacing w:before="0" w:after="200"/>
    </w:pPr>
    <w:rPr>
      <w:sz w:val="20"/>
    </w:rPr>
  </w:style>
  <w:style w:type="paragraph" w:customStyle="1" w:styleId="Authorname">
    <w:name w:val="Author name"/>
    <w:basedOn w:val="NormalSectionStart"/>
    <w:next w:val="Affiliation"/>
    <w:pPr>
      <w:jc w:val="center"/>
      <w:outlineLvl w:val="0"/>
    </w:pPr>
    <w:rPr>
      <w:b/>
      <w:sz w:val="22"/>
    </w:rPr>
  </w:style>
  <w:style w:type="paragraph" w:customStyle="1" w:styleId="Affiliation">
    <w:name w:val="Affiliation"/>
    <w:basedOn w:val="NormalSectionStart"/>
    <w:pPr>
      <w:jc w:val="center"/>
      <w:outlineLvl w:val="0"/>
    </w:pPr>
  </w:style>
  <w:style w:type="paragraph" w:styleId="Title">
    <w:name w:val="Title"/>
    <w:basedOn w:val="NormalSectionStart"/>
    <w:next w:val="Authorname"/>
    <w:qFormat/>
    <w:pPr>
      <w:jc w:val="center"/>
      <w:outlineLvl w:val="0"/>
    </w:pPr>
    <w:rPr>
      <w:b/>
      <w:kern w:val="28"/>
      <w:sz w:val="28"/>
    </w:rPr>
  </w:style>
  <w:style w:type="paragraph" w:styleId="Caption">
    <w:name w:val="caption"/>
    <w:basedOn w:val="NormalSectionStart"/>
    <w:next w:val="NormalSectionStart"/>
    <w:qFormat/>
    <w:rsid w:val="000A2C97"/>
    <w:pPr>
      <w:jc w:val="center"/>
    </w:pPr>
  </w:style>
  <w:style w:type="paragraph" w:styleId="BalloonText">
    <w:name w:val="Balloon Text"/>
    <w:basedOn w:val="Normal"/>
    <w:link w:val="BalloonTextChar"/>
    <w:uiPriority w:val="99"/>
    <w:semiHidden/>
    <w:unhideWhenUsed/>
    <w:rsid w:val="00E24116"/>
    <w:rPr>
      <w:sz w:val="18"/>
      <w:szCs w:val="18"/>
    </w:rPr>
  </w:style>
  <w:style w:type="character" w:customStyle="1" w:styleId="BalloonTextChar">
    <w:name w:val="Balloon Text Char"/>
    <w:basedOn w:val="DefaultParagraphFont"/>
    <w:link w:val="BalloonText"/>
    <w:uiPriority w:val="99"/>
    <w:semiHidden/>
    <w:rsid w:val="00E24116"/>
    <w:rPr>
      <w:rFonts w:ascii="Times New Roman" w:hAnsi="Times New Roman"/>
      <w:sz w:val="18"/>
      <w:szCs w:val="18"/>
    </w:rPr>
  </w:style>
  <w:style w:type="paragraph" w:styleId="Revision">
    <w:name w:val="Revision"/>
    <w:hidden/>
    <w:uiPriority w:val="71"/>
    <w:rsid w:val="00B2576B"/>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eslieblaha/Downloads/cogsci-template/cogsci-template/full_paper/word_cogsci_fullpaper/cogsci_full_paper_template_word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5B571315C70134693A164DBABDF4AF3" ma:contentTypeVersion="17" ma:contentTypeDescription="Create a new document." ma:contentTypeScope="" ma:versionID="399f5ee681e01ad40fd0321537bbe2c9">
  <xsd:schema xmlns:xsd="http://www.w3.org/2001/XMLSchema" xmlns:xs="http://www.w3.org/2001/XMLSchema" xmlns:p="http://schemas.microsoft.com/office/2006/metadata/properties" xmlns:ns2="02adff9a-d020-4030-870a-fe1c8817879b" xmlns:ns3="485ff4a7-c7ed-45bb-8c8d-cea6e7af63b2" targetNamespace="http://schemas.microsoft.com/office/2006/metadata/properties" ma:root="true" ma:fieldsID="17ff127d53be79d1e0a925747a9e4c90" ns2:_="" ns3:_="">
    <xsd:import namespace="02adff9a-d020-4030-870a-fe1c8817879b"/>
    <xsd:import namespace="485ff4a7-c7ed-45bb-8c8d-cea6e7af63b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adff9a-d020-4030-870a-fe1c8817879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969ac232-9de1-4ef7-a8d1-4fd88dbef106}" ma:internalName="TaxCatchAll" ma:showField="CatchAllData" ma:web="02adff9a-d020-4030-870a-fe1c8817879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85ff4a7-c7ed-45bb-8c8d-cea6e7af63b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259d0b0-ad97-40f6-866f-9f1be2d4c8f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02adff9a-d020-4030-870a-fe1c8817879b" xsi:nil="true"/>
    <lcf76f155ced4ddcb4097134ff3c332f xmlns="485ff4a7-c7ed-45bb-8c8d-cea6e7af63b2">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6C1889D-0A5D-5F45-BCC3-1EA04D209EA8}">
  <ds:schemaRefs>
    <ds:schemaRef ds:uri="http://schemas.openxmlformats.org/officeDocument/2006/bibliography"/>
  </ds:schemaRefs>
</ds:datastoreItem>
</file>

<file path=customXml/itemProps2.xml><?xml version="1.0" encoding="utf-8"?>
<ds:datastoreItem xmlns:ds="http://schemas.openxmlformats.org/officeDocument/2006/customXml" ds:itemID="{7C5EABC7-2268-422A-ADD3-6DDEE02807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adff9a-d020-4030-870a-fe1c8817879b"/>
    <ds:schemaRef ds:uri="485ff4a7-c7ed-45bb-8c8d-cea6e7af63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58F3400-DFFC-496F-B48B-446A86083852}">
  <ds:schemaRefs>
    <ds:schemaRef ds:uri="http://schemas.microsoft.com/office/2006/metadata/properties"/>
    <ds:schemaRef ds:uri="http://schemas.microsoft.com/office/infopath/2007/PartnerControls"/>
    <ds:schemaRef ds:uri="02adff9a-d020-4030-870a-fe1c8817879b"/>
    <ds:schemaRef ds:uri="485ff4a7-c7ed-45bb-8c8d-cea6e7af63b2"/>
  </ds:schemaRefs>
</ds:datastoreItem>
</file>

<file path=customXml/itemProps4.xml><?xml version="1.0" encoding="utf-8"?>
<ds:datastoreItem xmlns:ds="http://schemas.openxmlformats.org/officeDocument/2006/customXml" ds:itemID="{6C5AC630-582F-4844-88B0-4C408BEB5C0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cogsci_full_paper_template_word11.dotx</Template>
  <TotalTime>2</TotalTime>
  <Pages>2</Pages>
  <Words>1049</Words>
  <Characters>5984</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Pre Test Excerpt</vt:lpstr>
    </vt:vector>
  </TitlesOfParts>
  <Company>University of California, Berkeley</Company>
  <LinksUpToDate>false</LinksUpToDate>
  <CharactersWithSpaces>7019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 Test Excerpt</dc:title>
  <dc:subject/>
  <dc:creator>Leslie Blaha</dc:creator>
  <cp:keywords/>
  <cp:lastModifiedBy>Leslie Blaha</cp:lastModifiedBy>
  <cp:revision>2</cp:revision>
  <cp:lastPrinted>2018-12-31T15:06:00Z</cp:lastPrinted>
  <dcterms:created xsi:type="dcterms:W3CDTF">2023-12-12T02:51:00Z</dcterms:created>
  <dcterms:modified xsi:type="dcterms:W3CDTF">2023-12-12T02:53:00Z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0x01010095B571315C70134693A164DBABDF4AF3</vt:lpwstr>
  </property>
</Properties>
</file>